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F6FD0" w14:textId="77777777" w:rsidR="009E5548" w:rsidRPr="005020DF" w:rsidRDefault="005020D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13E06" wp14:editId="2C65669D">
                <wp:simplePos x="0" y="0"/>
                <wp:positionH relativeFrom="column">
                  <wp:posOffset>-800802</wp:posOffset>
                </wp:positionH>
                <wp:positionV relativeFrom="paragraph">
                  <wp:posOffset>54948</wp:posOffset>
                </wp:positionV>
                <wp:extent cx="9829800" cy="1750978"/>
                <wp:effectExtent l="0" t="0" r="12700" b="1460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9829800" cy="1750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BD3D13" w14:textId="1A9EFFEC" w:rsidR="005020DF" w:rsidRPr="005020DF" w:rsidRDefault="001C15EE" w:rsidP="005020DF">
                            <w:pPr>
                              <w:jc w:val="center"/>
                              <w:rPr>
                                <w:rFonts w:ascii="Merriweather" w:hAnsi="Merriweather" w:cs="Times New Roman (Body CS)"/>
                                <w:sz w:val="72"/>
                              </w:rPr>
                            </w:pPr>
                            <w:r>
                              <w:rPr>
                                <w:rFonts w:ascii="Merriweather" w:hAnsi="Merriweather" w:cs="Times New Roman (Body CS)"/>
                                <w:sz w:val="72"/>
                              </w:rPr>
                              <w:t>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713E0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63.05pt;margin-top:4.35pt;width:774pt;height:137.8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" fillcolor="white [3201]" strokeweight=".5pt">
                <v:textbox>
                  <w:txbxContent>
                    <w:p w14:paraId="05BD3D13" w14:textId="1A9EFFEC" w:rsidR="005020DF" w:rsidRPr="005020DF" w:rsidRDefault="001C15EE" w:rsidP="005020DF">
                      <w:pPr>
                        <w:jc w:val="center"/>
                        <w:rPr>
                          <w:rFonts w:ascii="Merriweather" w:hAnsi="Merriweather" w:cs="Times New Roman (Body CS)"/>
                          <w:sz w:val="72"/>
                        </w:rPr>
                      </w:pPr>
                      <w:r>
                        <w:rPr>
                          <w:rFonts w:ascii="Merriweather" w:hAnsi="Merriweather" w:cs="Times New Roman (Body CS)"/>
                          <w:sz w:val="72"/>
                        </w:rPr>
                        <w:t>test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E6762" wp14:editId="2E70E5FB">
                <wp:simplePos x="0" y="0"/>
                <wp:positionH relativeFrom="column">
                  <wp:posOffset>-797668</wp:posOffset>
                </wp:positionH>
                <wp:positionV relativeFrom="paragraph">
                  <wp:posOffset>4153711</wp:posOffset>
                </wp:positionV>
                <wp:extent cx="9829800" cy="1750978"/>
                <wp:effectExtent l="0" t="0" r="12700" b="146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0" cy="1750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0FC5EC" w14:textId="77777777" w:rsidR="005020DF" w:rsidRPr="005020DF" w:rsidRDefault="005020DF" w:rsidP="005020DF">
                            <w:pPr>
                              <w:jc w:val="center"/>
                              <w:rPr>
                                <w:rFonts w:ascii="Merriweather" w:hAnsi="Merriweather" w:cs="Times New Roman (Body CS)"/>
                                <w:sz w:val="72"/>
                              </w:rPr>
                            </w:pPr>
                            <w:r w:rsidRPr="005020DF">
                              <w:rPr>
                                <w:rFonts w:ascii="Merriweather" w:hAnsi="Merriweather" w:cs="Times New Roman (Body CS)"/>
                                <w:sz w:val="72"/>
                              </w:rPr>
                              <w:t>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1E6762" id="Text Box 4" o:spid="_x0000_s1027" type="#_x0000_t202" style="position:absolute;margin-left:-62.8pt;margin-top:327.05pt;width:774pt;height:13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" fillcolor="white [3201]" strokeweight=".5pt">
                <v:textbox>
                  <w:txbxContent>
                    <w:p w14:paraId="7B0FC5EC" w14:textId="77777777" w:rsidR="005020DF" w:rsidRPr="005020DF" w:rsidRDefault="005020DF" w:rsidP="005020DF">
                      <w:pPr>
                        <w:jc w:val="center"/>
                        <w:rPr>
                          <w:rFonts w:ascii="Merriweather" w:hAnsi="Merriweather" w:cs="Times New Roman (Body CS)"/>
                          <w:sz w:val="72"/>
                        </w:rPr>
                      </w:pPr>
                      <w:r w:rsidRPr="005020DF">
                        <w:rPr>
                          <w:rFonts w:ascii="Merriweather" w:hAnsi="Merriweather" w:cs="Times New Roman (Body CS)"/>
                          <w:sz w:val="72"/>
                        </w:rPr>
                        <w:t>Name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5548" w:rsidRPr="005020DF" w:rsidSect="00FB26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3EF4" w14:textId="77777777" w:rsidR="00943A87" w:rsidRDefault="00943A87" w:rsidP="00FB26A9">
      <w:r>
        <w:separator/>
      </w:r>
    </w:p>
  </w:endnote>
  <w:endnote w:type="continuationSeparator" w:id="0">
    <w:p w14:paraId="2414BE2E" w14:textId="77777777" w:rsidR="00943A87" w:rsidRDefault="00943A87" w:rsidP="00FB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rriweather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ECF4" w14:textId="77777777" w:rsidR="00FB26A9" w:rsidRDefault="00FB26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CEF7" w14:textId="77777777" w:rsidR="00FB26A9" w:rsidRDefault="00FB26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8ADC4" w14:textId="77777777" w:rsidR="00FB26A9" w:rsidRDefault="00FB26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33659" w14:textId="77777777" w:rsidR="00943A87" w:rsidRDefault="00943A87" w:rsidP="00FB26A9">
      <w:r>
        <w:separator/>
      </w:r>
    </w:p>
  </w:footnote>
  <w:footnote w:type="continuationSeparator" w:id="0">
    <w:p w14:paraId="43B6A93E" w14:textId="77777777" w:rsidR="00943A87" w:rsidRDefault="00943A87" w:rsidP="00FB2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0B5FF" w14:textId="7917D567" w:rsidR="00FB26A9" w:rsidRDefault="00000000">
    <w:pPr>
      <w:pStyle w:val="Header"/>
    </w:pPr>
    <w:r>
      <w:rPr>
        <w:noProof/>
      </w:rPr>
      <w:pict w14:anchorId="2262BD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margin-left:0;margin-top:0;width:774pt;height:612pt;z-index:-251657216;mso-position-horizontal:center;mso-position-horizontal-relative:margin;mso-position-vertical:center;mso-position-vertical-relative:margin" o:allowincell="f">
          <v:imagedata r:id="rId1" o:title="NameTent_Backdro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D882" w14:textId="4118B5E5" w:rsidR="00FB26A9" w:rsidRDefault="00000000">
    <w:pPr>
      <w:pStyle w:val="Header"/>
    </w:pPr>
    <w:r>
      <w:rPr>
        <w:noProof/>
      </w:rPr>
      <w:pict w14:anchorId="6C06EA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1" type="#_x0000_t75" style="position:absolute;margin-left:0;margin-top:0;width:774pt;height:612pt;z-index:-251656192;mso-position-horizontal:center;mso-position-horizontal-relative:margin;mso-position-vertical:center;mso-position-vertical-relative:margin" o:allowincell="f">
          <v:imagedata r:id="rId1" o:title="NameTent_Backdro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30C8A" w14:textId="7EFBAB01" w:rsidR="00FB26A9" w:rsidRDefault="00000000">
    <w:pPr>
      <w:pStyle w:val="Header"/>
    </w:pPr>
    <w:r>
      <w:rPr>
        <w:noProof/>
      </w:rPr>
      <w:pict w14:anchorId="17DC4A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9" type="#_x0000_t75" style="position:absolute;margin-left:0;margin-top:0;width:774pt;height:612pt;z-index:-251658240;mso-position-horizontal:center;mso-position-horizontal-relative:margin;mso-position-vertical:center;mso-position-vertical-relative:margin" o:allowincell="f">
          <v:imagedata r:id="rId1" o:title="NameTent_Backdrop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F85"/>
    <w:rsid w:val="001C15EE"/>
    <w:rsid w:val="00292EEB"/>
    <w:rsid w:val="00296F85"/>
    <w:rsid w:val="003A76D7"/>
    <w:rsid w:val="003B35E9"/>
    <w:rsid w:val="003E79A7"/>
    <w:rsid w:val="004862BE"/>
    <w:rsid w:val="005020DF"/>
    <w:rsid w:val="005215A6"/>
    <w:rsid w:val="00933B44"/>
    <w:rsid w:val="00943A87"/>
    <w:rsid w:val="009E5548"/>
    <w:rsid w:val="00CB22FB"/>
    <w:rsid w:val="00FB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F3CA"/>
  <w15:chartTrackingRefBased/>
  <w15:docId w15:val="{CD70AF22-703D-4B33-84A0-0C96B2757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6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6A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B26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6A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b84772\AppData\Local\Temp\007bdd8c-8fd5-4532-8412-a719d87c38da_Name-Tent-options.zip.8da\Name%20Tent%20options\NameTent_Terry_202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NameTent_Terry_2022</Template>
  <TotalTime>23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Marianne Beltran</dc:creator>
  <cp:keywords/>
  <dc:description/>
  <cp:lastModifiedBy>Salina Marianne Beltran</cp:lastModifiedBy>
  <cp:revision>2</cp:revision>
  <dcterms:created xsi:type="dcterms:W3CDTF">2023-12-12T21:25:00Z</dcterms:created>
  <dcterms:modified xsi:type="dcterms:W3CDTF">2023-12-12T21:54:00Z</dcterms:modified>
</cp:coreProperties>
</file>